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744A4E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744A4E">
        <w:rPr>
          <w:b/>
        </w:rPr>
        <w:t>„</w:t>
      </w:r>
      <w:r w:rsidR="00744A4E" w:rsidRPr="00744A4E">
        <w:rPr>
          <w:b/>
          <w:bCs/>
        </w:rPr>
        <w:t xml:space="preserve">Oprava speciálního hnacího vozidla MUV 77 </w:t>
      </w:r>
      <w:proofErr w:type="spellStart"/>
      <w:proofErr w:type="gramStart"/>
      <w:r w:rsidR="00744A4E" w:rsidRPr="00744A4E">
        <w:rPr>
          <w:b/>
          <w:bCs/>
        </w:rPr>
        <w:t>v.č</w:t>
      </w:r>
      <w:proofErr w:type="spellEnd"/>
      <w:r w:rsidR="00744A4E" w:rsidRPr="00744A4E">
        <w:rPr>
          <w:b/>
          <w:bCs/>
        </w:rPr>
        <w:t>.</w:t>
      </w:r>
      <w:proofErr w:type="gramEnd"/>
      <w:r w:rsidR="00744A4E" w:rsidRPr="00744A4E">
        <w:rPr>
          <w:b/>
          <w:bCs/>
        </w:rPr>
        <w:t xml:space="preserve"> 009</w:t>
      </w:r>
      <w:r w:rsidRPr="00744A4E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744A4E" w:rsidRPr="00744A4E" w:rsidRDefault="00744A4E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 xml:space="preserve">Formulář ČP o splnění základní způsobilosti </w:t>
      </w:r>
    </w:p>
    <w:p w:rsidR="00374707" w:rsidRPr="00744A4E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Formulář nabídky</w:t>
      </w:r>
    </w:p>
    <w:p w:rsidR="00374707" w:rsidRPr="00744A4E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Položkový soupis prací s výkazem výměr</w:t>
      </w:r>
    </w:p>
    <w:p w:rsidR="00374707" w:rsidRPr="00744A4E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Návrh smlouvy o díl</w:t>
      </w:r>
      <w:r w:rsidR="00744A4E" w:rsidRPr="00744A4E">
        <w:t>o</w:t>
      </w:r>
    </w:p>
    <w:p w:rsidR="00374707" w:rsidRPr="00744A4E" w:rsidRDefault="00744A4E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Nález podezřelého předmětu</w:t>
      </w:r>
    </w:p>
    <w:p w:rsidR="002561BD" w:rsidRPr="00744A4E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Čestné prohlášení ve vztahu k zakázaným dohodám</w:t>
      </w:r>
      <w:r w:rsidR="00744A4E" w:rsidRPr="00744A4E">
        <w:t>,</w:t>
      </w:r>
    </w:p>
    <w:p w:rsidR="00374707" w:rsidRPr="00744A4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</w:t>
      </w:r>
      <w:r w:rsidRPr="00744A4E">
        <w:t xml:space="preserve">akce </w:t>
      </w:r>
      <w:r w:rsidRPr="00744A4E">
        <w:rPr>
          <w:b/>
        </w:rPr>
        <w:t>„</w:t>
      </w:r>
      <w:r w:rsidR="00744A4E" w:rsidRPr="00744A4E">
        <w:rPr>
          <w:b/>
          <w:bCs/>
        </w:rPr>
        <w:t xml:space="preserve">Oprava speciálního hnacího vozidla MUV 77 </w:t>
      </w:r>
      <w:proofErr w:type="spellStart"/>
      <w:proofErr w:type="gramStart"/>
      <w:r w:rsidR="00744A4E" w:rsidRPr="00744A4E">
        <w:rPr>
          <w:b/>
          <w:bCs/>
        </w:rPr>
        <w:t>v.č</w:t>
      </w:r>
      <w:proofErr w:type="spellEnd"/>
      <w:r w:rsidR="00744A4E" w:rsidRPr="00744A4E">
        <w:rPr>
          <w:b/>
          <w:bCs/>
        </w:rPr>
        <w:t>.</w:t>
      </w:r>
      <w:proofErr w:type="gramEnd"/>
      <w:r w:rsidR="00744A4E" w:rsidRPr="00744A4E">
        <w:rPr>
          <w:b/>
          <w:bCs/>
        </w:rPr>
        <w:t xml:space="preserve"> 009</w:t>
      </w:r>
      <w:r w:rsidRPr="00744A4E">
        <w:rPr>
          <w:b/>
        </w:rPr>
        <w:t xml:space="preserve">“ </w:t>
      </w:r>
      <w:r w:rsidRPr="00744A4E">
        <w:t>za tuto nabídkovou cenu zpracovanou dle výkazu výměr:</w:t>
      </w:r>
    </w:p>
    <w:p w:rsidR="00374707" w:rsidRPr="00744A4E" w:rsidRDefault="00374707" w:rsidP="00F05536">
      <w:pPr>
        <w:pStyle w:val="Zhlav"/>
        <w:ind w:left="284"/>
        <w:rPr>
          <w:snapToGrid w:val="0"/>
        </w:rPr>
      </w:pPr>
      <w:r w:rsidRPr="00744A4E">
        <w:t>(</w:t>
      </w:r>
      <w:r w:rsidRPr="00744A4E">
        <w:rPr>
          <w:snapToGrid w:val="0"/>
        </w:rPr>
        <w:t xml:space="preserve">Celková nabídková cena bez DPH, </w:t>
      </w:r>
      <w:r w:rsidRPr="00744A4E">
        <w:rPr>
          <w:b/>
          <w:snapToGrid w:val="0"/>
        </w:rPr>
        <w:t>přesně</w:t>
      </w:r>
      <w:r w:rsidRPr="00744A4E">
        <w:rPr>
          <w:snapToGrid w:val="0"/>
        </w:rPr>
        <w:t xml:space="preserve"> </w:t>
      </w:r>
      <w:r w:rsidRPr="00744A4E">
        <w:rPr>
          <w:b/>
          <w:bCs/>
          <w:snapToGrid w:val="0"/>
        </w:rPr>
        <w:t>dle položkového rozpočtu</w:t>
      </w:r>
      <w:r w:rsidRPr="00744A4E">
        <w:rPr>
          <w:snapToGrid w:val="0"/>
        </w:rPr>
        <w:t xml:space="preserve">) </w:t>
      </w:r>
    </w:p>
    <w:p w:rsidR="00F05536" w:rsidRPr="00744A4E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44A4E">
        <w:rPr>
          <w:b/>
          <w:bCs/>
        </w:rPr>
        <w:t xml:space="preserve">Celková nabídková cena bez DPH:             </w:t>
      </w:r>
      <w:r w:rsidR="00744A4E" w:rsidRPr="00744A4E">
        <w:rPr>
          <w:b/>
          <w:bCs/>
        </w:rPr>
        <w:t xml:space="preserve"> </w:t>
      </w:r>
      <w:r w:rsidRPr="00744A4E">
        <w:rPr>
          <w:b/>
          <w:bCs/>
        </w:rPr>
        <w:t xml:space="preserve"> ……………… Kč</w:t>
      </w:r>
    </w:p>
    <w:p w:rsidR="00F05536" w:rsidRPr="00744A4E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44A4E">
        <w:rPr>
          <w:b/>
          <w:bCs/>
        </w:rPr>
        <w:t>DPH 21%</w:t>
      </w:r>
      <w:r w:rsidRPr="00744A4E">
        <w:rPr>
          <w:b/>
          <w:bCs/>
        </w:rPr>
        <w:tab/>
        <w:t xml:space="preserve">        </w:t>
      </w:r>
      <w:r w:rsidRPr="00744A4E">
        <w:rPr>
          <w:b/>
          <w:bCs/>
        </w:rPr>
        <w:tab/>
      </w:r>
      <w:r w:rsidRPr="00744A4E">
        <w:rPr>
          <w:b/>
          <w:bCs/>
        </w:rPr>
        <w:tab/>
      </w:r>
      <w:r w:rsidRPr="00744A4E">
        <w:rPr>
          <w:b/>
          <w:bCs/>
        </w:rPr>
        <w:tab/>
      </w:r>
      <w:r w:rsidRPr="00744A4E">
        <w:rPr>
          <w:b/>
          <w:bCs/>
        </w:rPr>
        <w:tab/>
      </w:r>
      <w:r w:rsidR="00744A4E" w:rsidRPr="00744A4E">
        <w:rPr>
          <w:b/>
          <w:bCs/>
        </w:rPr>
        <w:t xml:space="preserve">     </w:t>
      </w:r>
      <w:r w:rsidRPr="00744A4E">
        <w:rPr>
          <w:b/>
          <w:bCs/>
        </w:rPr>
        <w:t xml:space="preserve"> ……………… Kč</w:t>
      </w:r>
    </w:p>
    <w:p w:rsidR="00F05536" w:rsidRPr="00744A4E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744A4E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</w:t>
      </w:r>
      <w:r w:rsidRPr="005778C2">
        <w:t xml:space="preserve">smlouvy </w:t>
      </w:r>
      <w:r w:rsidR="00F05536" w:rsidRPr="005778C2">
        <w:t xml:space="preserve">o </w:t>
      </w:r>
      <w:r w:rsidR="00EB0735" w:rsidRPr="005778C2">
        <w:t>dílo</w:t>
      </w:r>
      <w:r w:rsidRPr="005778C2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744A4E">
      <w:pPr>
        <w:pStyle w:val="Zhlav"/>
        <w:tabs>
          <w:tab w:val="clear" w:pos="4536"/>
          <w:tab w:val="left" w:pos="1843"/>
        </w:tabs>
        <w:ind w:left="3261" w:hanging="2977"/>
      </w:pPr>
      <w:r w:rsidRPr="00F05536">
        <w:t xml:space="preserve">Zahájení díla: </w:t>
      </w:r>
      <w:r w:rsidR="00744A4E" w:rsidRPr="00744A4E">
        <w:rPr>
          <w:b/>
        </w:rPr>
        <w:t>listopad</w:t>
      </w:r>
      <w:r w:rsidR="00F05536" w:rsidRPr="00744A4E">
        <w:rPr>
          <w:b/>
        </w:rPr>
        <w:t xml:space="preserve"> 2020</w:t>
      </w:r>
      <w:r w:rsidR="00EB0735" w:rsidRPr="00744A4E">
        <w:rPr>
          <w:b/>
        </w:rPr>
        <w:t xml:space="preserve"> – </w:t>
      </w:r>
      <w:r w:rsidR="00EB0735" w:rsidRPr="00744A4E">
        <w:t xml:space="preserve">ihned po nabytí účinnosti smlouvy o dílo uveřejněním </w:t>
      </w:r>
      <w:r w:rsidR="00744A4E" w:rsidRPr="00744A4E">
        <w:t xml:space="preserve">   </w:t>
      </w:r>
      <w:r w:rsidR="00EB0735" w:rsidRPr="00744A4E">
        <w:t>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>Ukončení díla</w:t>
      </w:r>
      <w:r w:rsidRPr="00744A4E">
        <w:t xml:space="preserve">: </w:t>
      </w:r>
      <w:r w:rsidR="00744A4E" w:rsidRPr="00744A4E">
        <w:rPr>
          <w:b/>
        </w:rPr>
        <w:t>20. února 2021</w:t>
      </w:r>
      <w:r w:rsidRPr="00744A4E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C02A0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bookmarkStart w:id="0" w:name="_GoBack"/>
      <w:r w:rsidRPr="001B1F2A">
        <w:t xml:space="preserve">smlouva </w:t>
      </w:r>
      <w:r w:rsidR="001B1F2A" w:rsidRPr="001B1F2A">
        <w:t>o</w:t>
      </w:r>
      <w:r w:rsidR="00EB0735" w:rsidRPr="001B1F2A">
        <w:t xml:space="preserve"> dílo</w:t>
      </w:r>
      <w:r w:rsidR="00F05536" w:rsidRPr="001B1F2A">
        <w:t xml:space="preserve">, </w:t>
      </w:r>
      <w:r w:rsidRPr="001B1F2A">
        <w:t xml:space="preserve">akceptujeme </w:t>
      </w:r>
      <w:bookmarkEnd w:id="0"/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1F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1F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D1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469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1F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1F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40019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A95B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1F2A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778C2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44A4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A0C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DF35A0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94C8DE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645BD7-0A9B-4B2D-B169-F5428B1F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6</cp:revision>
  <cp:lastPrinted>2017-11-28T17:18:00Z</cp:lastPrinted>
  <dcterms:created xsi:type="dcterms:W3CDTF">2020-10-05T10:22:00Z</dcterms:created>
  <dcterms:modified xsi:type="dcterms:W3CDTF">2020-10-07T05:53:00Z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